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BA0363" w:rsidP="00BA0363">
      <w:pPr>
        <w:ind w:left="3540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SCHATZOEKEN</w:t>
      </w:r>
    </w:p>
    <w:p w:rsidR="004B3F3D" w:rsidRDefault="00EA5F99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61A0B" wp14:editId="2551F031">
                <wp:simplePos x="0" y="0"/>
                <wp:positionH relativeFrom="column">
                  <wp:posOffset>-73318</wp:posOffset>
                </wp:positionH>
                <wp:positionV relativeFrom="paragraph">
                  <wp:posOffset>16069</wp:posOffset>
                </wp:positionV>
                <wp:extent cx="6248400" cy="3223847"/>
                <wp:effectExtent l="0" t="0" r="1905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322384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5.75pt;margin-top:1.25pt;width:492pt;height:2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" filled="f" strokecolor="#7030a0" strokeweight="1pt"/>
            </w:pict>
          </mc:Fallback>
        </mc:AlternateContent>
      </w:r>
    </w:p>
    <w:p w:rsidR="00687DE3" w:rsidRDefault="00966750" w:rsidP="00EA5F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A5F99">
        <w:rPr>
          <w:rFonts w:ascii="Arial" w:hAnsi="Arial" w:cs="Arial"/>
        </w:rPr>
        <w:t>Un grand classi</w:t>
      </w:r>
      <w:r w:rsidR="00254E6C">
        <w:rPr>
          <w:rFonts w:ascii="Arial" w:hAnsi="Arial" w:cs="Arial"/>
        </w:rPr>
        <w:t>que depuis la nuit des temps : F</w:t>
      </w:r>
      <w:r w:rsidR="00EA5F99">
        <w:rPr>
          <w:rFonts w:ascii="Arial" w:hAnsi="Arial" w:cs="Arial"/>
        </w:rPr>
        <w:t>aite</w:t>
      </w:r>
      <w:r w:rsidR="00254E6C">
        <w:rPr>
          <w:rFonts w:ascii="Arial" w:hAnsi="Arial" w:cs="Arial"/>
        </w:rPr>
        <w:t>s appel à votre</w:t>
      </w:r>
      <w:r w:rsidR="00EA5F99">
        <w:rPr>
          <w:rFonts w:ascii="Arial" w:hAnsi="Arial" w:cs="Arial"/>
        </w:rPr>
        <w:t xml:space="preserve"> esprit de déduction et partez à la recherche de quelques trésors en néerlandais. </w:t>
      </w:r>
    </w:p>
    <w:p w:rsidR="00EA5F99" w:rsidRDefault="00EA5F99" w:rsidP="00EA5F99">
      <w:pPr>
        <w:jc w:val="both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970EF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 27, </w:t>
      </w:r>
      <w:r w:rsidR="00927514">
        <w:rPr>
          <w:rFonts w:ascii="Arial" w:hAnsi="Arial" w:cs="Arial"/>
        </w:rPr>
        <w:t xml:space="preserve">L2 23, </w:t>
      </w:r>
      <w:r>
        <w:rPr>
          <w:rFonts w:ascii="Arial" w:hAnsi="Arial" w:cs="Arial"/>
        </w:rPr>
        <w:t xml:space="preserve">L2 24, 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54E6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927514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927514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927514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927514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927514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927514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collaboration, stratégie</w:t>
      </w:r>
      <w:r w:rsidR="00254E6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d'apprentissage et démarche expressive. </w:t>
      </w:r>
    </w:p>
    <w:p w:rsidR="00687DE3" w:rsidRDefault="00687DE3" w:rsidP="00F723D3">
      <w:pPr>
        <w:rPr>
          <w:rFonts w:ascii="Arial" w:hAnsi="Arial" w:cs="Arial"/>
        </w:rPr>
      </w:pPr>
    </w:p>
    <w:p w:rsidR="004B3F3D" w:rsidRPr="00AA7CE2" w:rsidRDefault="00AA7CE2" w:rsidP="00AA7CE2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Pr="00966750" w:rsidRDefault="004402D6" w:rsidP="004402D6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4402D6">
        <w:rPr>
          <w:rFonts w:ascii="Arial" w:hAnsi="Arial" w:cs="Arial"/>
          <w:b/>
        </w:rPr>
        <w:t>PDF "objets cachés"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4402D6" w:rsidRPr="00254E6C" w:rsidRDefault="004402D6" w:rsidP="00254E6C">
      <w:pPr>
        <w:rPr>
          <w:rFonts w:ascii="Arial" w:hAnsi="Arial" w:cs="Arial"/>
          <w:b/>
        </w:rPr>
      </w:pPr>
      <w:bookmarkStart w:id="0" w:name="_GoBack"/>
      <w:bookmarkEnd w:id="0"/>
      <w:r w:rsidRPr="00254E6C">
        <w:rPr>
          <w:rFonts w:ascii="Arial" w:hAnsi="Arial" w:cs="Arial"/>
          <w:b/>
        </w:rPr>
        <w:t xml:space="preserve">Disposer de ces différents objets suivants : </w:t>
      </w:r>
      <w:r w:rsidR="00966750" w:rsidRPr="004402D6">
        <w:sym w:font="Wingdings" w:char="F0E0"/>
      </w:r>
      <w:r w:rsidR="00966750" w:rsidRPr="00254E6C">
        <w:rPr>
          <w:rFonts w:ascii="Arial" w:hAnsi="Arial" w:cs="Arial"/>
          <w:b/>
        </w:rPr>
        <w:t xml:space="preserve"> Cette liste peut être modifiée.</w:t>
      </w:r>
    </w:p>
    <w:p w:rsidR="004402D6" w:rsidRDefault="004402D6" w:rsidP="004402D6">
      <w:pPr>
        <w:pStyle w:val="Paragraphedeliste"/>
        <w:rPr>
          <w:rFonts w:ascii="Arial" w:hAnsi="Arial" w:cs="Arial"/>
          <w:b/>
        </w:rPr>
      </w:pPr>
    </w:p>
    <w:p w:rsidR="004402D6" w:rsidRDefault="004402D6" w:rsidP="004402D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Une chaussure de foot </w:t>
      </w:r>
    </w:p>
    <w:p w:rsidR="004402D6" w:rsidRDefault="004402D6" w:rsidP="004402D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 roller </w:t>
      </w:r>
    </w:p>
    <w:p w:rsidR="004402D6" w:rsidRDefault="004402D6" w:rsidP="004402D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Une pomme </w:t>
      </w:r>
      <w:r w:rsidRPr="004402D6">
        <w:rPr>
          <w:rFonts w:ascii="Arial" w:hAnsi="Arial" w:cs="Arial"/>
          <w:b/>
        </w:rPr>
        <w:t xml:space="preserve"> </w:t>
      </w:r>
    </w:p>
    <w:p w:rsidR="004402D6" w:rsidRDefault="004402D6" w:rsidP="004402D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Une banane </w:t>
      </w:r>
      <w:r w:rsidRPr="004402D6">
        <w:rPr>
          <w:rFonts w:ascii="Arial" w:hAnsi="Arial" w:cs="Arial"/>
          <w:b/>
        </w:rPr>
        <w:t xml:space="preserve"> </w:t>
      </w:r>
    </w:p>
    <w:p w:rsidR="004402D6" w:rsidRDefault="004402D6" w:rsidP="004402D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Une orange </w:t>
      </w:r>
      <w:r w:rsidRPr="004402D6">
        <w:rPr>
          <w:rFonts w:ascii="Arial" w:hAnsi="Arial" w:cs="Arial"/>
          <w:b/>
        </w:rPr>
        <w:t xml:space="preserve"> </w:t>
      </w:r>
    </w:p>
    <w:p w:rsidR="004402D6" w:rsidRDefault="004402D6" w:rsidP="004402D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 livre </w:t>
      </w:r>
    </w:p>
    <w:p w:rsidR="004402D6" w:rsidRDefault="004402D6" w:rsidP="004402D6">
      <w:pPr>
        <w:pStyle w:val="Paragraphedeliste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Pr="004402D6">
        <w:rPr>
          <w:rFonts w:ascii="Arial" w:hAnsi="Arial" w:cs="Arial"/>
          <w:b/>
        </w:rPr>
        <w:t>ne b</w:t>
      </w:r>
      <w:r>
        <w:rPr>
          <w:rFonts w:ascii="Arial" w:hAnsi="Arial" w:cs="Arial"/>
          <w:b/>
        </w:rPr>
        <w:t xml:space="preserve">alle de tennis </w:t>
      </w:r>
    </w:p>
    <w:p w:rsidR="004B5A74" w:rsidRDefault="004402D6" w:rsidP="004B5A74">
      <w:pPr>
        <w:pStyle w:val="Paragraphedeliste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Pr="004402D6">
        <w:rPr>
          <w:rFonts w:ascii="Arial" w:hAnsi="Arial" w:cs="Arial"/>
          <w:b/>
        </w:rPr>
        <w:t>ne cuillère</w:t>
      </w:r>
      <w:r>
        <w:rPr>
          <w:rFonts w:ascii="Arial" w:hAnsi="Arial" w:cs="Arial"/>
          <w:b/>
        </w:rPr>
        <w:t xml:space="preserve"> </w:t>
      </w:r>
    </w:p>
    <w:p w:rsidR="004B5A74" w:rsidRDefault="00716697" w:rsidP="004B5A74">
      <w:pPr>
        <w:pStyle w:val="Paragraphedeliste"/>
        <w:numPr>
          <w:ilvl w:val="0"/>
          <w:numId w:val="8"/>
        </w:numPr>
        <w:rPr>
          <w:rFonts w:ascii="Arial" w:hAnsi="Arial" w:cs="Arial"/>
          <w:b/>
        </w:rPr>
      </w:pPr>
      <w:r w:rsidRPr="004B5A74">
        <w:rPr>
          <w:rFonts w:ascii="Arial" w:hAnsi="Arial" w:cs="Arial"/>
          <w:b/>
        </w:rPr>
        <w:t>Une table</w:t>
      </w:r>
    </w:p>
    <w:p w:rsidR="00716697" w:rsidRPr="004B5A74" w:rsidRDefault="00F723D3" w:rsidP="004B5A74">
      <w:pPr>
        <w:pStyle w:val="Paragraphedeliste"/>
        <w:numPr>
          <w:ilvl w:val="0"/>
          <w:numId w:val="8"/>
        </w:numPr>
        <w:rPr>
          <w:rFonts w:ascii="Arial" w:hAnsi="Arial" w:cs="Arial"/>
          <w:b/>
        </w:rPr>
      </w:pPr>
      <w:r w:rsidRPr="004B5A74">
        <w:rPr>
          <w:rFonts w:ascii="Arial" w:hAnsi="Arial" w:cs="Arial"/>
          <w:b/>
        </w:rPr>
        <w:t>Des c</w:t>
      </w:r>
      <w:r w:rsidR="00716697" w:rsidRPr="004B5A74">
        <w:rPr>
          <w:rFonts w:ascii="Arial" w:hAnsi="Arial" w:cs="Arial"/>
          <w:b/>
        </w:rPr>
        <w:t xml:space="preserve">haises (autant de chaises que d'élèves + 1 pour l'adulte)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0B6" w:rsidRDefault="00A900B6" w:rsidP="00687DE3">
      <w:pPr>
        <w:spacing w:after="0" w:line="240" w:lineRule="auto"/>
      </w:pPr>
      <w:r>
        <w:separator/>
      </w:r>
    </w:p>
  </w:endnote>
  <w:endnote w:type="continuationSeparator" w:id="0">
    <w:p w:rsidR="00A900B6" w:rsidRDefault="00A900B6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0B6" w:rsidRDefault="00A900B6" w:rsidP="00687DE3">
      <w:pPr>
        <w:spacing w:after="0" w:line="240" w:lineRule="auto"/>
      </w:pPr>
      <w:r>
        <w:separator/>
      </w:r>
    </w:p>
  </w:footnote>
  <w:footnote w:type="continuationSeparator" w:id="0">
    <w:p w:rsidR="00A900B6" w:rsidRDefault="00A900B6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A686B"/>
    <w:multiLevelType w:val="hybridMultilevel"/>
    <w:tmpl w:val="390E3D9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248D5"/>
    <w:multiLevelType w:val="hybridMultilevel"/>
    <w:tmpl w:val="9228A0CA"/>
    <w:lvl w:ilvl="0" w:tplc="10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B2D92"/>
    <w:multiLevelType w:val="hybridMultilevel"/>
    <w:tmpl w:val="05B8A06A"/>
    <w:lvl w:ilvl="0" w:tplc="10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54E6C"/>
    <w:rsid w:val="003F707B"/>
    <w:rsid w:val="004163C9"/>
    <w:rsid w:val="004402D6"/>
    <w:rsid w:val="004B3F3D"/>
    <w:rsid w:val="004B5A74"/>
    <w:rsid w:val="00507F03"/>
    <w:rsid w:val="00687DE3"/>
    <w:rsid w:val="00716697"/>
    <w:rsid w:val="008844A5"/>
    <w:rsid w:val="00927514"/>
    <w:rsid w:val="0094240B"/>
    <w:rsid w:val="00966750"/>
    <w:rsid w:val="00970EF5"/>
    <w:rsid w:val="00A900B6"/>
    <w:rsid w:val="00AA7CE2"/>
    <w:rsid w:val="00AF7E05"/>
    <w:rsid w:val="00BA0363"/>
    <w:rsid w:val="00D61C79"/>
    <w:rsid w:val="00D660C8"/>
    <w:rsid w:val="00D75DB1"/>
    <w:rsid w:val="00DE7DF8"/>
    <w:rsid w:val="00DF5E50"/>
    <w:rsid w:val="00EA5F99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BD7FCBEB.dotm</Template>
  <TotalTime>1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2019-07-19T09:59:00Z</dcterms:created>
  <dcterms:modified xsi:type="dcterms:W3CDTF">2019-07-26T16:05:00Z</dcterms:modified>
</cp:coreProperties>
</file>